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0F07" w14:textId="77777777" w:rsidR="00206094" w:rsidRDefault="005517EA">
      <w:pPr>
        <w:pStyle w:val="Corpotesto"/>
        <w:spacing w:before="73"/>
        <w:ind w:right="2081"/>
        <w:jc w:val="right"/>
      </w:pPr>
      <w:r>
        <w:t>Allegato</w:t>
      </w:r>
      <w:r>
        <w:rPr>
          <w:spacing w:val="-3"/>
        </w:rPr>
        <w:t xml:space="preserve"> </w:t>
      </w:r>
      <w:r>
        <w:t>5</w:t>
      </w:r>
    </w:p>
    <w:p w14:paraId="5E696764" w14:textId="77777777" w:rsidR="00206094" w:rsidRDefault="005517EA">
      <w:pPr>
        <w:pStyle w:val="Titolo1"/>
        <w:ind w:left="4383"/>
      </w:pPr>
      <w:r>
        <w:t>Modulo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attestazione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elettore</w:t>
      </w:r>
    </w:p>
    <w:p w14:paraId="0CB05E3E" w14:textId="561A2554" w:rsidR="00206094" w:rsidRDefault="005517EA">
      <w:pPr>
        <w:pStyle w:val="Corpotesto"/>
        <w:ind w:left="6450"/>
      </w:pPr>
      <w:r>
        <w:t>(Art.</w:t>
      </w:r>
      <w:r>
        <w:rPr>
          <w:spacing w:val="-3"/>
        </w:rPr>
        <w:t xml:space="preserve"> </w:t>
      </w:r>
      <w:r w:rsidR="00822D73" w:rsidRPr="00822D73">
        <w:t>24</w:t>
      </w:r>
      <w:r>
        <w:rPr>
          <w:spacing w:val="-2"/>
        </w:rPr>
        <w:t xml:space="preserve"> </w:t>
      </w:r>
      <w:r>
        <w:t>O.M.)</w:t>
      </w:r>
    </w:p>
    <w:p w14:paraId="651C2E1D" w14:textId="77777777" w:rsidR="00206094" w:rsidRDefault="005517EA">
      <w:pPr>
        <w:pStyle w:val="Corpotesto"/>
        <w:ind w:left="5857"/>
      </w:pPr>
      <w:r>
        <w:t>Alla</w:t>
      </w:r>
      <w:r>
        <w:rPr>
          <w:spacing w:val="-3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elettorale</w:t>
      </w:r>
      <w:r>
        <w:rPr>
          <w:spacing w:val="-1"/>
        </w:rPr>
        <w:t xml:space="preserve"> </w:t>
      </w:r>
      <w:r>
        <w:t>centrale</w:t>
      </w:r>
    </w:p>
    <w:p w14:paraId="0521F437" w14:textId="77777777" w:rsidR="00206094" w:rsidRDefault="005517EA">
      <w:pPr>
        <w:pStyle w:val="Corpotesto"/>
        <w:ind w:left="5845"/>
      </w:pPr>
      <w:r>
        <w:t>…………………………………….……</w:t>
      </w:r>
    </w:p>
    <w:p w14:paraId="02A2A81E" w14:textId="77777777" w:rsidR="00206094" w:rsidRDefault="005517EA">
      <w:pPr>
        <w:pStyle w:val="Corpotesto"/>
        <w:spacing w:before="1"/>
        <w:ind w:left="5845"/>
      </w:pPr>
      <w:r>
        <w:t>………………………………………….</w:t>
      </w:r>
    </w:p>
    <w:p w14:paraId="35183AF9" w14:textId="77777777" w:rsidR="00206094" w:rsidRDefault="005517EA">
      <w:pPr>
        <w:pStyle w:val="Corpotesto"/>
        <w:ind w:left="5845"/>
      </w:pPr>
      <w:r>
        <w:t>………………………………………….</w:t>
      </w:r>
    </w:p>
    <w:p w14:paraId="7D9B4583" w14:textId="77777777" w:rsidR="00206094" w:rsidRDefault="00206094">
      <w:pPr>
        <w:pStyle w:val="Corpotesto"/>
        <w:rPr>
          <w:sz w:val="26"/>
        </w:rPr>
      </w:pPr>
    </w:p>
    <w:p w14:paraId="48C6A860" w14:textId="77777777" w:rsidR="00206094" w:rsidRDefault="00206094">
      <w:pPr>
        <w:pStyle w:val="Corpotesto"/>
        <w:rPr>
          <w:sz w:val="26"/>
        </w:rPr>
      </w:pPr>
    </w:p>
    <w:p w14:paraId="08365966" w14:textId="77777777" w:rsidR="00206094" w:rsidRDefault="00206094">
      <w:pPr>
        <w:pStyle w:val="Corpotesto"/>
        <w:rPr>
          <w:sz w:val="26"/>
        </w:rPr>
      </w:pPr>
    </w:p>
    <w:p w14:paraId="28104E76" w14:textId="77777777" w:rsidR="00206094" w:rsidRDefault="005517EA" w:rsidP="00AF77AE">
      <w:pPr>
        <w:pStyle w:val="Titolo1"/>
        <w:ind w:left="0"/>
        <w:jc w:val="both"/>
      </w:pPr>
      <w:r>
        <w:t>OGGETTO: Attestazione qualità di elettore con riferimento all’elezione dei</w:t>
      </w:r>
      <w:r>
        <w:rPr>
          <w:spacing w:val="-64"/>
        </w:rPr>
        <w:t xml:space="preserve"> </w:t>
      </w:r>
      <w:r>
        <w:t>componenti</w:t>
      </w:r>
      <w:r>
        <w:rPr>
          <w:spacing w:val="-1"/>
        </w:rPr>
        <w:t xml:space="preserve"> </w:t>
      </w:r>
      <w:r>
        <w:t>del Consiglio Superiore della</w:t>
      </w:r>
      <w:r>
        <w:rPr>
          <w:spacing w:val="-3"/>
        </w:rPr>
        <w:t xml:space="preserve"> </w:t>
      </w:r>
      <w:r>
        <w:t>Pubblica</w:t>
      </w:r>
      <w:r>
        <w:rPr>
          <w:spacing w:val="-2"/>
        </w:rPr>
        <w:t xml:space="preserve"> </w:t>
      </w:r>
      <w:r>
        <w:t>Istruzione.</w:t>
      </w:r>
    </w:p>
    <w:p w14:paraId="149EC562" w14:textId="77777777" w:rsidR="00206094" w:rsidRDefault="00206094">
      <w:pPr>
        <w:pStyle w:val="Corpotesto"/>
        <w:rPr>
          <w:rFonts w:ascii="Arial"/>
          <w:b/>
          <w:sz w:val="26"/>
        </w:rPr>
      </w:pPr>
    </w:p>
    <w:p w14:paraId="2A070324" w14:textId="77777777" w:rsidR="00206094" w:rsidRDefault="00206094">
      <w:pPr>
        <w:pStyle w:val="Corpotesto"/>
        <w:spacing w:before="3"/>
        <w:rPr>
          <w:rFonts w:ascii="Arial"/>
          <w:b/>
          <w:sz w:val="22"/>
        </w:rPr>
      </w:pPr>
    </w:p>
    <w:p w14:paraId="4E7FFD3E" w14:textId="7E71F555" w:rsidR="00206094" w:rsidRPr="00AF77AE" w:rsidRDefault="005517EA" w:rsidP="00AF77AE">
      <w:pPr>
        <w:pStyle w:val="Corpotesto"/>
        <w:tabs>
          <w:tab w:val="left" w:leader="dot" w:pos="7801"/>
        </w:tabs>
        <w:spacing w:line="360" w:lineRule="auto"/>
        <w:jc w:val="both"/>
      </w:pPr>
      <w:r w:rsidRPr="00AF77AE">
        <w:t>Si</w:t>
      </w:r>
      <w:r w:rsidRPr="00AF77AE">
        <w:rPr>
          <w:spacing w:val="-2"/>
        </w:rPr>
        <w:t xml:space="preserve"> </w:t>
      </w:r>
      <w:r w:rsidRPr="00AF77AE">
        <w:t>attesta,</w:t>
      </w:r>
      <w:r w:rsidRPr="00AF77AE">
        <w:rPr>
          <w:spacing w:val="-3"/>
        </w:rPr>
        <w:t xml:space="preserve"> </w:t>
      </w:r>
      <w:r w:rsidRPr="00AF77AE">
        <w:t>a norma</w:t>
      </w:r>
      <w:r w:rsidRPr="00AF77AE">
        <w:rPr>
          <w:spacing w:val="-2"/>
        </w:rPr>
        <w:t xml:space="preserve"> </w:t>
      </w:r>
      <w:r w:rsidRPr="00AF77AE">
        <w:t>dell’</w:t>
      </w:r>
      <w:r w:rsidRPr="00AF77AE">
        <w:rPr>
          <w:spacing w:val="-1"/>
        </w:rPr>
        <w:t xml:space="preserve"> </w:t>
      </w:r>
      <w:r w:rsidRPr="00AF77AE">
        <w:t>art.</w:t>
      </w:r>
      <w:r w:rsidRPr="00AF77AE">
        <w:rPr>
          <w:spacing w:val="-1"/>
        </w:rPr>
        <w:t xml:space="preserve"> </w:t>
      </w:r>
      <w:r w:rsidR="00505441" w:rsidRPr="00AF77AE">
        <w:rPr>
          <w:spacing w:val="-1"/>
        </w:rPr>
        <w:t>……..</w:t>
      </w:r>
      <w:r w:rsidRPr="00AF77AE">
        <w:t>,</w:t>
      </w:r>
      <w:r w:rsidRPr="00AF77AE">
        <w:rPr>
          <w:spacing w:val="-1"/>
        </w:rPr>
        <w:t xml:space="preserve"> </w:t>
      </w:r>
      <w:r w:rsidRPr="00AF77AE">
        <w:t>co</w:t>
      </w:r>
      <w:r w:rsidR="00505441" w:rsidRPr="00AF77AE">
        <w:t>. ………</w:t>
      </w:r>
      <w:r w:rsidRPr="00AF77AE">
        <w:rPr>
          <w:spacing w:val="-1"/>
        </w:rPr>
        <w:t xml:space="preserve"> </w:t>
      </w:r>
      <w:r w:rsidRPr="00AF77AE">
        <w:t>,</w:t>
      </w:r>
      <w:r w:rsidRPr="00AF77AE">
        <w:rPr>
          <w:spacing w:val="-3"/>
        </w:rPr>
        <w:t xml:space="preserve"> </w:t>
      </w:r>
      <w:r w:rsidRPr="00AF77AE">
        <w:t>dell’Ordinanza</w:t>
      </w:r>
      <w:r w:rsidRPr="00AF77AE">
        <w:rPr>
          <w:spacing w:val="-2"/>
        </w:rPr>
        <w:t xml:space="preserve"> </w:t>
      </w:r>
      <w:r w:rsidRPr="00AF77AE">
        <w:t>Ministeriale</w:t>
      </w:r>
      <w:r w:rsidR="00AF77AE" w:rsidRPr="00AF77AE">
        <w:t xml:space="preserve"> n. 234/2023</w:t>
      </w:r>
      <w:r w:rsidRPr="00AF77AE">
        <w:t>, con la</w:t>
      </w:r>
      <w:r w:rsidR="00AF77AE" w:rsidRPr="00AF77AE">
        <w:t xml:space="preserve"> </w:t>
      </w:r>
      <w:r w:rsidRPr="00AF77AE">
        <w:t>quale sono state indette le votazioni per la costituzione del Consiglio Superiore della</w:t>
      </w:r>
      <w:r w:rsidRPr="00AF77AE">
        <w:rPr>
          <w:spacing w:val="-64"/>
        </w:rPr>
        <w:t xml:space="preserve"> </w:t>
      </w:r>
      <w:r w:rsidRPr="00AF77AE">
        <w:t>Pubblica</w:t>
      </w:r>
      <w:r w:rsidRPr="00AF77AE">
        <w:rPr>
          <w:spacing w:val="-4"/>
        </w:rPr>
        <w:t xml:space="preserve"> </w:t>
      </w:r>
      <w:r w:rsidRPr="00AF77AE">
        <w:t>Istruzione,</w:t>
      </w:r>
      <w:r w:rsidRPr="00AF77AE">
        <w:rPr>
          <w:spacing w:val="-1"/>
        </w:rPr>
        <w:t xml:space="preserve"> </w:t>
      </w:r>
      <w:r w:rsidRPr="00AF77AE">
        <w:t>che</w:t>
      </w:r>
      <w:r w:rsidRPr="00AF77AE">
        <w:rPr>
          <w:spacing w:val="-2"/>
        </w:rPr>
        <w:t xml:space="preserve"> </w:t>
      </w:r>
      <w:r w:rsidRPr="00AF77AE">
        <w:t>il/la  sig/sig.ra</w:t>
      </w:r>
      <w:r w:rsidRPr="00AF77AE">
        <w:tab/>
        <w:t>nato/a</w:t>
      </w:r>
      <w:r w:rsidR="00AF77AE">
        <w:t xml:space="preserve"> </w:t>
      </w:r>
      <w:r w:rsidRPr="00AF77AE">
        <w:t>a</w:t>
      </w:r>
      <w:r w:rsidR="00AF77AE" w:rsidRPr="00AF77AE">
        <w:t xml:space="preserve"> ………</w:t>
      </w:r>
      <w:r w:rsidR="00AF77AE">
        <w:t>…………………</w:t>
      </w:r>
      <w:r w:rsidR="00AF77AE" w:rsidRPr="00AF77AE">
        <w:t>…..</w:t>
      </w:r>
      <w:r w:rsidRPr="00AF77AE">
        <w:t>il</w:t>
      </w:r>
      <w:r w:rsidR="00AF77AE" w:rsidRPr="00AF77AE">
        <w:t>……………………</w:t>
      </w:r>
      <w:r w:rsidRPr="00AF77AE">
        <w:t>appartenente</w:t>
      </w:r>
      <w:r w:rsidRPr="00AF77AE">
        <w:rPr>
          <w:spacing w:val="-3"/>
        </w:rPr>
        <w:t xml:space="preserve"> </w:t>
      </w:r>
      <w:r w:rsidRPr="00AF77AE">
        <w:t>alla</w:t>
      </w:r>
      <w:r w:rsidRPr="00AF77AE">
        <w:rPr>
          <w:spacing w:val="-3"/>
        </w:rPr>
        <w:t xml:space="preserve"> </w:t>
      </w:r>
      <w:r w:rsidRPr="00AF77AE">
        <w:t>componente</w:t>
      </w:r>
      <w:r w:rsidRPr="00AF77AE">
        <w:rPr>
          <w:spacing w:val="-3"/>
        </w:rPr>
        <w:t xml:space="preserve"> </w:t>
      </w:r>
      <w:r w:rsidRPr="00AF77AE">
        <w:t>elettiva</w:t>
      </w:r>
      <w:r w:rsidR="00AF77AE">
        <w:t>…………</w:t>
      </w:r>
      <w:r w:rsidRPr="00AF77AE">
        <w:tab/>
        <w:t>,</w:t>
      </w:r>
      <w:r w:rsidRPr="00AF77AE">
        <w:rPr>
          <w:spacing w:val="-3"/>
        </w:rPr>
        <w:t xml:space="preserve"> </w:t>
      </w:r>
      <w:r w:rsidRPr="00AF77AE">
        <w:t>in</w:t>
      </w:r>
      <w:r w:rsidRPr="00AF77AE">
        <w:rPr>
          <w:spacing w:val="-3"/>
        </w:rPr>
        <w:t xml:space="preserve"> </w:t>
      </w:r>
      <w:r w:rsidRPr="00AF77AE">
        <w:t>servizio</w:t>
      </w:r>
      <w:r w:rsidR="00AF77AE" w:rsidRPr="00AF77AE">
        <w:t xml:space="preserve"> </w:t>
      </w:r>
      <w:r w:rsidRPr="00AF77AE">
        <w:t>presso</w:t>
      </w:r>
      <w:r w:rsidRPr="00AF77AE">
        <w:tab/>
        <w:t>è</w:t>
      </w:r>
      <w:r w:rsidRPr="00AF77AE">
        <w:rPr>
          <w:spacing w:val="-1"/>
        </w:rPr>
        <w:t xml:space="preserve"> </w:t>
      </w:r>
      <w:r w:rsidRPr="00AF77AE">
        <w:t>in</w:t>
      </w:r>
      <w:r w:rsidRPr="00AF77AE">
        <w:rPr>
          <w:spacing w:val="-1"/>
        </w:rPr>
        <w:t xml:space="preserve"> </w:t>
      </w:r>
      <w:r w:rsidRPr="00AF77AE">
        <w:t>possesso</w:t>
      </w:r>
      <w:r w:rsidRPr="00AF77AE">
        <w:rPr>
          <w:spacing w:val="-2"/>
        </w:rPr>
        <w:t xml:space="preserve"> </w:t>
      </w:r>
      <w:r w:rsidRPr="00AF77AE">
        <w:t>del</w:t>
      </w:r>
      <w:r w:rsidRPr="00AF77AE">
        <w:rPr>
          <w:spacing w:val="-3"/>
        </w:rPr>
        <w:t xml:space="preserve"> </w:t>
      </w:r>
      <w:r w:rsidRPr="00AF77AE">
        <w:t>diritto di</w:t>
      </w:r>
      <w:r w:rsidRPr="00AF77AE">
        <w:rPr>
          <w:spacing w:val="-3"/>
        </w:rPr>
        <w:t xml:space="preserve"> </w:t>
      </w:r>
      <w:r w:rsidRPr="00AF77AE">
        <w:t>elettorato</w:t>
      </w:r>
      <w:r w:rsidR="00AF77AE" w:rsidRPr="00AF77AE">
        <w:t xml:space="preserve"> </w:t>
      </w:r>
      <w:r w:rsidRPr="00AF77AE">
        <w:t>attivo e</w:t>
      </w:r>
      <w:r w:rsidRPr="00AF77AE">
        <w:rPr>
          <w:spacing w:val="-2"/>
        </w:rPr>
        <w:t xml:space="preserve"> </w:t>
      </w:r>
      <w:r w:rsidRPr="00AF77AE">
        <w:t>passivo</w:t>
      </w:r>
      <w:r w:rsidRPr="00AF77AE">
        <w:rPr>
          <w:spacing w:val="-1"/>
        </w:rPr>
        <w:t xml:space="preserve"> </w:t>
      </w:r>
      <w:r w:rsidRPr="00AF77AE">
        <w:t>per</w:t>
      </w:r>
      <w:r w:rsidRPr="00AF77AE">
        <w:rPr>
          <w:spacing w:val="-2"/>
        </w:rPr>
        <w:t xml:space="preserve"> </w:t>
      </w:r>
      <w:r w:rsidRPr="00AF77AE">
        <w:t>la</w:t>
      </w:r>
      <w:r w:rsidRPr="00AF77AE">
        <w:rPr>
          <w:spacing w:val="-4"/>
        </w:rPr>
        <w:t xml:space="preserve"> </w:t>
      </w:r>
      <w:r w:rsidRPr="00AF77AE">
        <w:t>componente</w:t>
      </w:r>
      <w:r w:rsidRPr="00AF77AE">
        <w:tab/>
      </w:r>
      <w:r w:rsidR="00AF77AE" w:rsidRPr="00AF77AE">
        <w:t>………</w:t>
      </w:r>
      <w:r w:rsidRPr="00AF77AE">
        <w:t>cui la lista</w:t>
      </w:r>
      <w:r w:rsidRPr="00AF77AE">
        <w:rPr>
          <w:spacing w:val="1"/>
        </w:rPr>
        <w:t xml:space="preserve"> </w:t>
      </w:r>
      <w:r w:rsidRPr="00AF77AE">
        <w:t>si</w:t>
      </w:r>
    </w:p>
    <w:p w14:paraId="1F232498" w14:textId="77777777" w:rsidR="00206094" w:rsidRDefault="005517EA" w:rsidP="00AF77AE">
      <w:pPr>
        <w:pStyle w:val="Corpotesto"/>
        <w:spacing w:line="360" w:lineRule="auto"/>
        <w:jc w:val="both"/>
      </w:pPr>
      <w:r w:rsidRPr="00AF77AE">
        <w:t>riferisce.</w:t>
      </w:r>
    </w:p>
    <w:p w14:paraId="223F925E" w14:textId="77777777" w:rsidR="00206094" w:rsidRDefault="00206094" w:rsidP="00AF77AE">
      <w:pPr>
        <w:pStyle w:val="Corpotesto"/>
        <w:jc w:val="both"/>
        <w:rPr>
          <w:sz w:val="26"/>
        </w:rPr>
      </w:pPr>
    </w:p>
    <w:p w14:paraId="7BDEEDFF" w14:textId="77777777" w:rsidR="00206094" w:rsidRDefault="00206094" w:rsidP="00AF77AE">
      <w:pPr>
        <w:pStyle w:val="Corpotesto"/>
        <w:jc w:val="both"/>
        <w:rPr>
          <w:sz w:val="26"/>
        </w:rPr>
      </w:pPr>
    </w:p>
    <w:p w14:paraId="325D4546" w14:textId="77777777" w:rsidR="00206094" w:rsidRDefault="005517EA" w:rsidP="00AF77AE">
      <w:pPr>
        <w:pStyle w:val="Corpotesto"/>
        <w:spacing w:before="153"/>
        <w:ind w:left="112"/>
        <w:jc w:val="both"/>
      </w:pPr>
      <w:r>
        <w:t>Presidente</w:t>
      </w:r>
      <w:r>
        <w:rPr>
          <w:spacing w:val="-2"/>
        </w:rPr>
        <w:t xml:space="preserve"> </w:t>
      </w:r>
      <w:r>
        <w:t>commissione</w:t>
      </w:r>
      <w:r>
        <w:rPr>
          <w:spacing w:val="-3"/>
        </w:rPr>
        <w:t xml:space="preserve"> </w:t>
      </w:r>
      <w:r>
        <w:t>elettorale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istituto</w:t>
      </w:r>
    </w:p>
    <w:sectPr w:rsidR="00206094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6094"/>
    <w:rsid w:val="00206094"/>
    <w:rsid w:val="00505441"/>
    <w:rsid w:val="005429E7"/>
    <w:rsid w:val="005517EA"/>
    <w:rsid w:val="00822D73"/>
    <w:rsid w:val="00A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64D7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Anna Morrone</cp:lastModifiedBy>
  <cp:revision>8</cp:revision>
  <dcterms:created xsi:type="dcterms:W3CDTF">2022-11-25T09:38:00Z</dcterms:created>
  <dcterms:modified xsi:type="dcterms:W3CDTF">2024-01-03T12:58:00Z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